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C191F" w14:textId="317E4039" w:rsidR="004A3546" w:rsidRDefault="004A3546">
      <w:pPr>
        <w:autoSpaceDE w:val="0"/>
        <w:autoSpaceDN w:val="0"/>
        <w:adjustRightInd w:val="0"/>
        <w:rPr>
          <w:rFonts w:cs="Courier"/>
          <w:b/>
          <w:bCs/>
          <w:szCs w:val="20"/>
          <w:lang w:val="en-US" w:eastAsia="de-DE"/>
        </w:rPr>
      </w:pPr>
      <w:bookmarkStart w:id="0" w:name="_Hlk111801705"/>
      <w:r w:rsidRPr="004A3546">
        <w:rPr>
          <w:rFonts w:cs="Courier"/>
          <w:b/>
          <w:bCs/>
          <w:szCs w:val="20"/>
          <w:lang w:val="en-US" w:eastAsia="de-DE"/>
        </w:rPr>
        <w:t>Tender texts</w:t>
      </w:r>
    </w:p>
    <w:bookmarkEnd w:id="0"/>
    <w:p w14:paraId="7256622C" w14:textId="4CAA0D7E" w:rsidR="004A3546" w:rsidRDefault="004A3546">
      <w:pPr>
        <w:autoSpaceDE w:val="0"/>
        <w:autoSpaceDN w:val="0"/>
        <w:adjustRightInd w:val="0"/>
        <w:rPr>
          <w:rFonts w:cs="Courier"/>
          <w:b/>
          <w:bCs/>
          <w:szCs w:val="20"/>
          <w:lang w:val="en-US" w:eastAsia="de-DE"/>
        </w:rPr>
      </w:pPr>
    </w:p>
    <w:p w14:paraId="32D46D45" w14:textId="1A70C962" w:rsidR="004A3546" w:rsidRDefault="004A3546">
      <w:pPr>
        <w:autoSpaceDE w:val="0"/>
        <w:autoSpaceDN w:val="0"/>
        <w:adjustRightInd w:val="0"/>
        <w:rPr>
          <w:rFonts w:cs="Courier"/>
          <w:b/>
          <w:bCs/>
          <w:szCs w:val="20"/>
          <w:lang w:val="en-US" w:eastAsia="de-DE"/>
        </w:rPr>
      </w:pPr>
    </w:p>
    <w:p w14:paraId="73EA7BDB" w14:textId="77777777" w:rsidR="004A3546" w:rsidRDefault="004A3546">
      <w:pPr>
        <w:autoSpaceDE w:val="0"/>
        <w:autoSpaceDN w:val="0"/>
        <w:adjustRightInd w:val="0"/>
        <w:rPr>
          <w:rFonts w:cs="Courier"/>
          <w:b/>
          <w:bCs/>
          <w:szCs w:val="20"/>
          <w:lang w:val="en-US" w:eastAsia="de-DE"/>
        </w:rPr>
      </w:pPr>
    </w:p>
    <w:p w14:paraId="7A9F5334" w14:textId="16AC7D7A" w:rsidR="00B52FDA" w:rsidRPr="00021A71" w:rsidRDefault="000A1427">
      <w:pPr>
        <w:autoSpaceDE w:val="0"/>
        <w:autoSpaceDN w:val="0"/>
        <w:adjustRightInd w:val="0"/>
        <w:rPr>
          <w:rFonts w:cs="Courier"/>
          <w:b/>
          <w:bCs/>
          <w:szCs w:val="20"/>
          <w:lang w:val="en-US" w:eastAsia="de-DE"/>
        </w:rPr>
      </w:pPr>
      <w:r w:rsidRPr="00021A71">
        <w:rPr>
          <w:rFonts w:cs="Courier"/>
          <w:b/>
          <w:bCs/>
          <w:szCs w:val="20"/>
          <w:lang w:val="en-US" w:eastAsia="de-DE"/>
        </w:rPr>
        <w:t xml:space="preserve">Air filter unit LF 500 for drinking water tank    </w:t>
      </w:r>
    </w:p>
    <w:p w14:paraId="4D47F76A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------------------------------------------------       </w:t>
      </w:r>
    </w:p>
    <w:p w14:paraId="5CEB6B5B" w14:textId="6D9566B6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Rectangular housing construction made of stainless steel </w:t>
      </w:r>
      <w:r w:rsidR="00021A71">
        <w:rPr>
          <w:rFonts w:cs="Courier"/>
          <w:szCs w:val="20"/>
          <w:lang w:val="en-US" w:eastAsia="de-DE"/>
        </w:rPr>
        <w:t>316 L</w:t>
      </w:r>
      <w:r w:rsidRPr="00021A71">
        <w:rPr>
          <w:rFonts w:cs="Courier"/>
          <w:szCs w:val="20"/>
          <w:lang w:val="en-US" w:eastAsia="de-DE"/>
        </w:rPr>
        <w:t xml:space="preserve">,  </w:t>
      </w:r>
    </w:p>
    <w:p w14:paraId="4E8277B2" w14:textId="72A5DBDF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with removable </w:t>
      </w:r>
      <w:r w:rsidR="00021A71">
        <w:rPr>
          <w:rFonts w:cs="Courier"/>
          <w:szCs w:val="20"/>
          <w:lang w:val="en-US" w:eastAsia="de-DE"/>
        </w:rPr>
        <w:t>cover</w:t>
      </w:r>
      <w:r w:rsidRPr="00021A71">
        <w:rPr>
          <w:rFonts w:cs="Courier"/>
          <w:szCs w:val="20"/>
          <w:lang w:val="en-US" w:eastAsia="de-DE"/>
        </w:rPr>
        <w:t xml:space="preserve">, with supply air connection in the   </w:t>
      </w:r>
    </w:p>
    <w:p w14:paraId="4692FD5E" w14:textId="66141541" w:rsidR="00B52FDA" w:rsidRPr="00021A71" w:rsidRDefault="00021A71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back</w:t>
      </w:r>
      <w:r w:rsidR="000A1427" w:rsidRPr="00021A71">
        <w:rPr>
          <w:rFonts w:cs="Courier"/>
          <w:szCs w:val="20"/>
          <w:lang w:val="en-US" w:eastAsia="de-DE"/>
        </w:rPr>
        <w:t xml:space="preserve"> wall and clean air connection </w:t>
      </w:r>
      <w:r>
        <w:rPr>
          <w:rFonts w:cs="Courier"/>
          <w:szCs w:val="20"/>
          <w:lang w:val="en-US" w:eastAsia="de-DE"/>
        </w:rPr>
        <w:t>at the bottom side</w:t>
      </w:r>
      <w:r w:rsidR="000A1427" w:rsidRPr="00021A71">
        <w:rPr>
          <w:rFonts w:cs="Courier"/>
          <w:szCs w:val="20"/>
          <w:lang w:val="en-US" w:eastAsia="de-DE"/>
        </w:rPr>
        <w:t>, equipped with</w:t>
      </w:r>
      <w:r>
        <w:rPr>
          <w:rFonts w:cs="Courier"/>
          <w:szCs w:val="20"/>
          <w:lang w:val="en-US" w:eastAsia="de-DE"/>
        </w:rPr>
        <w:t xml:space="preserve"> </w:t>
      </w:r>
      <w:r w:rsidR="000A1427" w:rsidRPr="00021A71">
        <w:rPr>
          <w:rFonts w:cs="Courier"/>
          <w:szCs w:val="20"/>
          <w:lang w:val="en-US" w:eastAsia="de-DE"/>
        </w:rPr>
        <w:t xml:space="preserve">with one fine filter and one </w:t>
      </w:r>
      <w:r>
        <w:rPr>
          <w:rFonts w:cs="Courier"/>
          <w:szCs w:val="20"/>
          <w:lang w:val="en-US" w:eastAsia="de-DE"/>
        </w:rPr>
        <w:t>HEPA</w:t>
      </w:r>
      <w:r w:rsidR="000A1427" w:rsidRPr="00021A71">
        <w:rPr>
          <w:rFonts w:cs="Courier"/>
          <w:szCs w:val="20"/>
          <w:lang w:val="en-US" w:eastAsia="de-DE"/>
        </w:rPr>
        <w:t xml:space="preserve"> filter each, as well as </w:t>
      </w:r>
      <w:r>
        <w:rPr>
          <w:rFonts w:cs="Courier"/>
          <w:szCs w:val="20"/>
          <w:lang w:val="en-US" w:eastAsia="de-DE"/>
        </w:rPr>
        <w:t>c</w:t>
      </w:r>
      <w:r w:rsidR="000A1427" w:rsidRPr="00021A71">
        <w:rPr>
          <w:rFonts w:cs="Courier"/>
          <w:szCs w:val="20"/>
          <w:lang w:val="en-US" w:eastAsia="de-DE"/>
        </w:rPr>
        <w:t xml:space="preserve">ondensation water drain 1/4" and integrated </w:t>
      </w:r>
      <w:r w:rsidR="0024267F">
        <w:rPr>
          <w:rFonts w:cs="Courier"/>
          <w:szCs w:val="20"/>
          <w:lang w:val="en-US" w:eastAsia="de-DE"/>
        </w:rPr>
        <w:t>d</w:t>
      </w:r>
      <w:r w:rsidR="000A1427" w:rsidRPr="00021A71">
        <w:rPr>
          <w:rFonts w:cs="Courier"/>
          <w:szCs w:val="20"/>
          <w:lang w:val="en-US" w:eastAsia="de-DE"/>
        </w:rPr>
        <w:t>ifferential</w:t>
      </w:r>
      <w:r w:rsidR="000A1427" w:rsidRPr="00021A71">
        <w:rPr>
          <w:rFonts w:cs="Courier"/>
          <w:szCs w:val="20"/>
          <w:lang w:val="en-US" w:eastAsia="de-DE"/>
        </w:rPr>
        <w:t xml:space="preserve"> pressure monitoring.                             </w:t>
      </w:r>
    </w:p>
    <w:p w14:paraId="100EE73A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The air filter unit for optimum cleaning of the   </w:t>
      </w:r>
    </w:p>
    <w:p w14:paraId="15B54BBF" w14:textId="251934EB" w:rsidR="00B52FDA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s</w:t>
      </w:r>
      <w:r w:rsidR="000A1427" w:rsidRPr="00021A71">
        <w:rPr>
          <w:rFonts w:cs="Courier"/>
          <w:szCs w:val="20"/>
          <w:lang w:val="en-US" w:eastAsia="de-DE"/>
        </w:rPr>
        <w:t xml:space="preserve">upply air is fed into the air duct between the outside and the </w:t>
      </w:r>
      <w:r>
        <w:rPr>
          <w:rFonts w:cs="Courier"/>
          <w:szCs w:val="20"/>
          <w:lang w:val="en-US" w:eastAsia="de-DE"/>
        </w:rPr>
        <w:t>tank</w:t>
      </w:r>
      <w:r w:rsidR="000A1427" w:rsidRPr="00021A71">
        <w:rPr>
          <w:rFonts w:cs="Courier"/>
          <w:szCs w:val="20"/>
          <w:lang w:val="en-US" w:eastAsia="de-DE"/>
        </w:rPr>
        <w:t xml:space="preserve">.                  </w:t>
      </w:r>
    </w:p>
    <w:p w14:paraId="6727A711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>.</w:t>
      </w:r>
      <w:r w:rsidRPr="00021A71">
        <w:rPr>
          <w:rFonts w:cs="Courier"/>
          <w:szCs w:val="20"/>
          <w:lang w:val="en-US" w:eastAsia="de-DE"/>
        </w:rPr>
        <w:t xml:space="preserve">                 </w:t>
      </w:r>
      <w:r w:rsidRPr="00021A71">
        <w:rPr>
          <w:rFonts w:cs="Courier"/>
          <w:szCs w:val="20"/>
          <w:lang w:val="en-US" w:eastAsia="de-DE"/>
        </w:rPr>
        <w:t xml:space="preserve">                                     </w:t>
      </w:r>
    </w:p>
    <w:p w14:paraId="7741185B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Technical data:     </w:t>
      </w:r>
    </w:p>
    <w:p w14:paraId="17504B74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Nominal volume flow: 500 cbm/h     </w:t>
      </w:r>
    </w:p>
    <w:p w14:paraId="7E6B664C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Filter classes:        </w:t>
      </w:r>
    </w:p>
    <w:p w14:paraId="7940648C" w14:textId="0C0D8882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Prefilter </w:t>
      </w:r>
      <w:r w:rsidRPr="00021A71">
        <w:rPr>
          <w:rFonts w:cs="Courier"/>
          <w:szCs w:val="20"/>
          <w:lang w:val="en-US" w:eastAsia="de-DE"/>
        </w:rPr>
        <w:t xml:space="preserve">ePM1 55% according to ISO 16890  </w:t>
      </w:r>
    </w:p>
    <w:p w14:paraId="365E4147" w14:textId="2947C40E" w:rsidR="00B52FDA" w:rsidRPr="00021A71" w:rsidRDefault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HEPA</w:t>
      </w:r>
      <w:r w:rsidR="000A1427" w:rsidRPr="00021A71">
        <w:rPr>
          <w:rFonts w:cs="Courier"/>
          <w:szCs w:val="20"/>
          <w:lang w:val="en-US" w:eastAsia="de-DE"/>
        </w:rPr>
        <w:t xml:space="preserve"> filter H13 according to DIN EN 1822    </w:t>
      </w:r>
    </w:p>
    <w:p w14:paraId="58FB025B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>Connection pipe</w:t>
      </w:r>
    </w:p>
    <w:p w14:paraId="3096346D" w14:textId="1043F505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Raw air: </w:t>
      </w:r>
      <w:r w:rsidR="0024267F">
        <w:rPr>
          <w:rFonts w:cs="Courier"/>
          <w:szCs w:val="20"/>
          <w:lang w:val="en-US" w:eastAsia="de-DE"/>
        </w:rPr>
        <w:t xml:space="preserve">  </w:t>
      </w:r>
      <w:r w:rsidRPr="00021A71">
        <w:rPr>
          <w:rFonts w:cs="Courier"/>
          <w:szCs w:val="20"/>
          <w:lang w:val="en-US" w:eastAsia="de-DE"/>
        </w:rPr>
        <w:t xml:space="preserve">DN 150   </w:t>
      </w:r>
    </w:p>
    <w:p w14:paraId="0D660B7F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Clean air: DN 250   </w:t>
      </w:r>
    </w:p>
    <w:p w14:paraId="1ED3CF12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                    </w:t>
      </w:r>
    </w:p>
    <w:p w14:paraId="3EBBA767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Dimensions (HxWxD): 813 x 560 x 770 mm  </w:t>
      </w:r>
    </w:p>
    <w:p w14:paraId="4011E74B" w14:textId="37CB66DA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Weight: </w:t>
      </w:r>
      <w:r w:rsidR="0024267F">
        <w:rPr>
          <w:rFonts w:cs="Courier"/>
          <w:szCs w:val="20"/>
          <w:lang w:val="en-US" w:eastAsia="de-DE"/>
        </w:rPr>
        <w:t xml:space="preserve">            </w:t>
      </w:r>
      <w:r w:rsidRPr="00021A71">
        <w:rPr>
          <w:rFonts w:cs="Courier"/>
          <w:szCs w:val="20"/>
          <w:lang w:val="en-US" w:eastAsia="de-DE"/>
        </w:rPr>
        <w:t xml:space="preserve">40 kg  </w:t>
      </w:r>
    </w:p>
    <w:p w14:paraId="66EA7F9B" w14:textId="45E7A8CE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>The filter loading is monitored by</w:t>
      </w:r>
      <w:r w:rsidR="0024267F">
        <w:rPr>
          <w:rFonts w:cs="Courier"/>
          <w:szCs w:val="20"/>
          <w:lang w:val="en-US" w:eastAsia="de-DE"/>
        </w:rPr>
        <w:t xml:space="preserve"> </w:t>
      </w:r>
      <w:r w:rsidRPr="00021A71">
        <w:rPr>
          <w:rFonts w:cs="Courier"/>
          <w:szCs w:val="20"/>
          <w:lang w:val="en-US" w:eastAsia="de-DE"/>
        </w:rPr>
        <w:t>a dif</w:t>
      </w:r>
      <w:r w:rsidRPr="00021A71">
        <w:rPr>
          <w:rFonts w:cs="Courier"/>
          <w:szCs w:val="20"/>
          <w:lang w:val="en-US" w:eastAsia="de-DE"/>
        </w:rPr>
        <w:t xml:space="preserve">ferential pressure switch. The pressure difference is  </w:t>
      </w:r>
    </w:p>
    <w:p w14:paraId="4D2E5DCF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detected between the raw air and clean air connections           </w:t>
      </w:r>
    </w:p>
    <w:p w14:paraId="06D1BBC0" w14:textId="6129D613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>(</w:t>
      </w:r>
      <w:r w:rsidRPr="00021A71">
        <w:rPr>
          <w:rFonts w:cs="Courier"/>
          <w:szCs w:val="20"/>
          <w:lang w:val="en-US" w:eastAsia="de-DE"/>
        </w:rPr>
        <w:t xml:space="preserve">1/4").                                      </w:t>
      </w:r>
    </w:p>
    <w:p w14:paraId="371C574B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If the permissible working pressure is exceeded       </w:t>
      </w:r>
    </w:p>
    <w:p w14:paraId="1F31B920" w14:textId="78563BBB" w:rsidR="00B52FDA" w:rsidRPr="00021A71" w:rsidRDefault="00C93626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a</w:t>
      </w:r>
      <w:r w:rsidR="000A1427" w:rsidRPr="00021A71">
        <w:rPr>
          <w:rFonts w:cs="Courier"/>
          <w:szCs w:val="20"/>
          <w:lang w:val="en-US" w:eastAsia="de-DE"/>
        </w:rPr>
        <w:t xml:space="preserve"> message is sent via </w:t>
      </w:r>
      <w:r w:rsidR="000A1427" w:rsidRPr="00021A71">
        <w:rPr>
          <w:rFonts w:cs="Courier"/>
          <w:szCs w:val="20"/>
          <w:lang w:val="en-US" w:eastAsia="de-DE"/>
        </w:rPr>
        <w:t xml:space="preserve">a potential-free </w:t>
      </w:r>
      <w:r>
        <w:rPr>
          <w:rFonts w:cs="Courier"/>
          <w:szCs w:val="20"/>
          <w:lang w:val="en-US" w:eastAsia="de-DE"/>
        </w:rPr>
        <w:t>c</w:t>
      </w:r>
      <w:r w:rsidR="000A1427" w:rsidRPr="00021A71">
        <w:rPr>
          <w:rFonts w:cs="Courier"/>
          <w:szCs w:val="20"/>
          <w:lang w:val="en-US" w:eastAsia="de-DE"/>
        </w:rPr>
        <w:t xml:space="preserve">ontact.                                               </w:t>
      </w:r>
    </w:p>
    <w:p w14:paraId="5197C6E8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                    </w:t>
      </w:r>
    </w:p>
    <w:p w14:paraId="46B69AA8" w14:textId="585ED744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>Ma</w:t>
      </w:r>
      <w:r w:rsidR="00C93626">
        <w:rPr>
          <w:rFonts w:cs="Courier"/>
          <w:szCs w:val="20"/>
          <w:lang w:val="en-US" w:eastAsia="de-DE"/>
        </w:rPr>
        <w:t>d</w:t>
      </w:r>
      <w:r w:rsidRPr="00021A71">
        <w:rPr>
          <w:rFonts w:cs="Courier"/>
          <w:szCs w:val="20"/>
          <w:lang w:val="en-US" w:eastAsia="de-DE"/>
        </w:rPr>
        <w:t>e</w:t>
      </w:r>
      <w:r w:rsidR="00C93626">
        <w:rPr>
          <w:rFonts w:cs="Courier"/>
          <w:szCs w:val="20"/>
          <w:lang w:val="en-US" w:eastAsia="de-DE"/>
        </w:rPr>
        <w:t xml:space="preserve"> by</w:t>
      </w:r>
      <w:r w:rsidRPr="00021A71">
        <w:rPr>
          <w:rFonts w:cs="Courier"/>
          <w:szCs w:val="20"/>
          <w:lang w:val="en-US" w:eastAsia="de-DE"/>
        </w:rPr>
        <w:t xml:space="preserve"> Hydro-Elektrik GmbH, www.hydrogroup.</w:t>
      </w:r>
      <w:r w:rsidR="00C93626">
        <w:rPr>
          <w:rFonts w:cs="Courier"/>
          <w:szCs w:val="20"/>
          <w:lang w:val="en-US" w:eastAsia="de-DE"/>
        </w:rPr>
        <w:t>biz</w:t>
      </w:r>
      <w:r w:rsidRPr="00021A71">
        <w:rPr>
          <w:rFonts w:cs="Courier"/>
          <w:szCs w:val="20"/>
          <w:lang w:val="en-US" w:eastAsia="de-DE"/>
        </w:rPr>
        <w:t xml:space="preserve">       </w:t>
      </w:r>
    </w:p>
    <w:p w14:paraId="6657F9D8" w14:textId="7EED8F75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Type: </w:t>
      </w:r>
      <w:r w:rsidR="00C93626">
        <w:rPr>
          <w:rFonts w:cs="Courier"/>
          <w:szCs w:val="20"/>
          <w:lang w:val="en-US" w:eastAsia="de-DE"/>
        </w:rPr>
        <w:t xml:space="preserve">       </w:t>
      </w:r>
      <w:r w:rsidRPr="00021A71">
        <w:rPr>
          <w:rFonts w:cs="Courier"/>
          <w:szCs w:val="20"/>
          <w:lang w:val="en-US" w:eastAsia="de-DE"/>
        </w:rPr>
        <w:t xml:space="preserve">LF 500   </w:t>
      </w:r>
    </w:p>
    <w:p w14:paraId="5818B300" w14:textId="3677EDC4" w:rsidR="00B52FDA" w:rsidRPr="00021A71" w:rsidRDefault="00C93626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Part</w:t>
      </w:r>
      <w:r w:rsidR="000A1427" w:rsidRPr="00021A71">
        <w:rPr>
          <w:rFonts w:cs="Courier"/>
          <w:szCs w:val="20"/>
          <w:lang w:val="en-US" w:eastAsia="de-DE"/>
        </w:rPr>
        <w:t xml:space="preserve"> number: 207664      </w:t>
      </w:r>
    </w:p>
    <w:p w14:paraId="4697F78B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                    </w:t>
      </w:r>
    </w:p>
    <w:p w14:paraId="4F006297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or equivalent          </w:t>
      </w:r>
    </w:p>
    <w:p w14:paraId="5CD3258D" w14:textId="77777777" w:rsidR="002939B5" w:rsidRPr="00021A71" w:rsidRDefault="002939B5">
      <w:pPr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br w:type="page"/>
      </w:r>
    </w:p>
    <w:p w14:paraId="2B54853D" w14:textId="77777777" w:rsidR="00B52FDA" w:rsidRPr="00021A71" w:rsidRDefault="000A1427">
      <w:pPr>
        <w:autoSpaceDE w:val="0"/>
        <w:autoSpaceDN w:val="0"/>
        <w:adjustRightInd w:val="0"/>
        <w:rPr>
          <w:rFonts w:cs="Courier"/>
          <w:b/>
          <w:bCs/>
          <w:szCs w:val="20"/>
          <w:lang w:val="en-US" w:eastAsia="de-DE"/>
        </w:rPr>
      </w:pPr>
      <w:r w:rsidRPr="00021A71">
        <w:rPr>
          <w:rFonts w:cs="Courier"/>
          <w:b/>
          <w:bCs/>
          <w:szCs w:val="20"/>
          <w:lang w:val="en-US" w:eastAsia="de-DE"/>
        </w:rPr>
        <w:lastRenderedPageBreak/>
        <w:t xml:space="preserve">Air filter unit LF 1000 for drinking water tank    </w:t>
      </w:r>
    </w:p>
    <w:p w14:paraId="64884807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-------------------------------------------------      </w:t>
      </w:r>
    </w:p>
    <w:p w14:paraId="53256BCC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Rectangular housing construction made of stainless steel </w:t>
      </w:r>
      <w:r>
        <w:rPr>
          <w:rFonts w:cs="Courier"/>
          <w:szCs w:val="20"/>
          <w:lang w:val="en-US" w:eastAsia="de-DE"/>
        </w:rPr>
        <w:t>316 L</w:t>
      </w:r>
      <w:r w:rsidRPr="00021A71">
        <w:rPr>
          <w:rFonts w:cs="Courier"/>
          <w:szCs w:val="20"/>
          <w:lang w:val="en-US" w:eastAsia="de-DE"/>
        </w:rPr>
        <w:t xml:space="preserve">,  </w:t>
      </w:r>
    </w:p>
    <w:p w14:paraId="5DA550F1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with removable </w:t>
      </w:r>
      <w:r>
        <w:rPr>
          <w:rFonts w:cs="Courier"/>
          <w:szCs w:val="20"/>
          <w:lang w:val="en-US" w:eastAsia="de-DE"/>
        </w:rPr>
        <w:t>cover</w:t>
      </w:r>
      <w:r w:rsidRPr="00021A71">
        <w:rPr>
          <w:rFonts w:cs="Courier"/>
          <w:szCs w:val="20"/>
          <w:lang w:val="en-US" w:eastAsia="de-DE"/>
        </w:rPr>
        <w:t xml:space="preserve">, with supply air connection in the   </w:t>
      </w:r>
    </w:p>
    <w:p w14:paraId="2A1F139B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back</w:t>
      </w:r>
      <w:r w:rsidRPr="00021A71">
        <w:rPr>
          <w:rFonts w:cs="Courier"/>
          <w:szCs w:val="20"/>
          <w:lang w:val="en-US" w:eastAsia="de-DE"/>
        </w:rPr>
        <w:t xml:space="preserve"> wall and clean air connection </w:t>
      </w:r>
      <w:r>
        <w:rPr>
          <w:rFonts w:cs="Courier"/>
          <w:szCs w:val="20"/>
          <w:lang w:val="en-US" w:eastAsia="de-DE"/>
        </w:rPr>
        <w:t>at the bottom side</w:t>
      </w:r>
      <w:r w:rsidRPr="00021A71">
        <w:rPr>
          <w:rFonts w:cs="Courier"/>
          <w:szCs w:val="20"/>
          <w:lang w:val="en-US" w:eastAsia="de-DE"/>
        </w:rPr>
        <w:t>, equipped with</w:t>
      </w:r>
      <w:r>
        <w:rPr>
          <w:rFonts w:cs="Courier"/>
          <w:szCs w:val="20"/>
          <w:lang w:val="en-US" w:eastAsia="de-DE"/>
        </w:rPr>
        <w:t xml:space="preserve"> </w:t>
      </w:r>
      <w:r w:rsidRPr="00021A71">
        <w:rPr>
          <w:rFonts w:cs="Courier"/>
          <w:szCs w:val="20"/>
          <w:lang w:val="en-US" w:eastAsia="de-DE"/>
        </w:rPr>
        <w:t xml:space="preserve">with one fine filter and one </w:t>
      </w:r>
      <w:r>
        <w:rPr>
          <w:rFonts w:cs="Courier"/>
          <w:szCs w:val="20"/>
          <w:lang w:val="en-US" w:eastAsia="de-DE"/>
        </w:rPr>
        <w:t>HEPA</w:t>
      </w:r>
      <w:r w:rsidRPr="00021A71">
        <w:rPr>
          <w:rFonts w:cs="Courier"/>
          <w:szCs w:val="20"/>
          <w:lang w:val="en-US" w:eastAsia="de-DE"/>
        </w:rPr>
        <w:t xml:space="preserve"> filter each, as well as </w:t>
      </w:r>
      <w:r>
        <w:rPr>
          <w:rFonts w:cs="Courier"/>
          <w:szCs w:val="20"/>
          <w:lang w:val="en-US" w:eastAsia="de-DE"/>
        </w:rPr>
        <w:t>c</w:t>
      </w:r>
      <w:r w:rsidRPr="00021A71">
        <w:rPr>
          <w:rFonts w:cs="Courier"/>
          <w:szCs w:val="20"/>
          <w:lang w:val="en-US" w:eastAsia="de-DE"/>
        </w:rPr>
        <w:t xml:space="preserve">ondensation water drain 1/4" and integrated </w:t>
      </w:r>
      <w:r>
        <w:rPr>
          <w:rFonts w:cs="Courier"/>
          <w:szCs w:val="20"/>
          <w:lang w:val="en-US" w:eastAsia="de-DE"/>
        </w:rPr>
        <w:t>d</w:t>
      </w:r>
      <w:r w:rsidRPr="00021A71">
        <w:rPr>
          <w:rFonts w:cs="Courier"/>
          <w:szCs w:val="20"/>
          <w:lang w:val="en-US" w:eastAsia="de-DE"/>
        </w:rPr>
        <w:t xml:space="preserve">ifferential pressure monitoring.                             </w:t>
      </w:r>
    </w:p>
    <w:p w14:paraId="053FE3EC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The air filter unit for optimum cleaning of the   </w:t>
      </w:r>
    </w:p>
    <w:p w14:paraId="7F179A90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s</w:t>
      </w:r>
      <w:r w:rsidRPr="00021A71">
        <w:rPr>
          <w:rFonts w:cs="Courier"/>
          <w:szCs w:val="20"/>
          <w:lang w:val="en-US" w:eastAsia="de-DE"/>
        </w:rPr>
        <w:t xml:space="preserve">upply air is fed into the air duct between the outside and the </w:t>
      </w:r>
      <w:r>
        <w:rPr>
          <w:rFonts w:cs="Courier"/>
          <w:szCs w:val="20"/>
          <w:lang w:val="en-US" w:eastAsia="de-DE"/>
        </w:rPr>
        <w:t>tank</w:t>
      </w:r>
      <w:r w:rsidRPr="00021A71">
        <w:rPr>
          <w:rFonts w:cs="Courier"/>
          <w:szCs w:val="20"/>
          <w:lang w:val="en-US" w:eastAsia="de-DE"/>
        </w:rPr>
        <w:t xml:space="preserve">.                  </w:t>
      </w:r>
    </w:p>
    <w:p w14:paraId="1DB1DAB8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</w:t>
      </w:r>
      <w:r w:rsidRPr="00021A71">
        <w:rPr>
          <w:rFonts w:cs="Courier"/>
          <w:szCs w:val="20"/>
          <w:lang w:val="en-US" w:eastAsia="de-DE"/>
        </w:rPr>
        <w:t xml:space="preserve">                                                 </w:t>
      </w:r>
    </w:p>
    <w:p w14:paraId="4B20917F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Technical data:     </w:t>
      </w:r>
    </w:p>
    <w:p w14:paraId="3B7A8802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Nominal volume flow: 1000 cbm/h     </w:t>
      </w:r>
    </w:p>
    <w:p w14:paraId="66C08A84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Filter classes:        </w:t>
      </w:r>
    </w:p>
    <w:p w14:paraId="121BFEB9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Prefilter ePM1 55% according to ISO 16890  </w:t>
      </w:r>
    </w:p>
    <w:p w14:paraId="5707B634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HEPA</w:t>
      </w:r>
      <w:r w:rsidRPr="00021A71">
        <w:rPr>
          <w:rFonts w:cs="Courier"/>
          <w:szCs w:val="20"/>
          <w:lang w:val="en-US" w:eastAsia="de-DE"/>
        </w:rPr>
        <w:t xml:space="preserve"> filter H13 according to DIN EN 1822    </w:t>
      </w:r>
    </w:p>
    <w:p w14:paraId="62BB617B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>Connectio</w:t>
      </w:r>
      <w:r w:rsidRPr="00021A71">
        <w:rPr>
          <w:rFonts w:cs="Courier"/>
          <w:szCs w:val="20"/>
          <w:lang w:val="en-US" w:eastAsia="de-DE"/>
        </w:rPr>
        <w:t xml:space="preserve">n pipe    </w:t>
      </w:r>
    </w:p>
    <w:p w14:paraId="49979C27" w14:textId="0E3F21C5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Raw air: </w:t>
      </w:r>
      <w:r w:rsidR="0024267F">
        <w:rPr>
          <w:rFonts w:cs="Courier"/>
          <w:szCs w:val="20"/>
          <w:lang w:val="en-US" w:eastAsia="de-DE"/>
        </w:rPr>
        <w:t xml:space="preserve">  </w:t>
      </w:r>
      <w:r w:rsidRPr="00021A71">
        <w:rPr>
          <w:rFonts w:cs="Courier"/>
          <w:szCs w:val="20"/>
          <w:lang w:val="en-US" w:eastAsia="de-DE"/>
        </w:rPr>
        <w:t xml:space="preserve">DN 200   </w:t>
      </w:r>
    </w:p>
    <w:p w14:paraId="584E504B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Clean air: DN 250   </w:t>
      </w:r>
    </w:p>
    <w:p w14:paraId="4F6B3C10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                    </w:t>
      </w:r>
    </w:p>
    <w:p w14:paraId="5FEC2473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Dimensions (HxWxD): 990 x 610 x 800 mm  </w:t>
      </w:r>
    </w:p>
    <w:p w14:paraId="013F4C89" w14:textId="077BDAA8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Weight: </w:t>
      </w:r>
      <w:r w:rsidR="0024267F">
        <w:rPr>
          <w:rFonts w:cs="Courier"/>
          <w:szCs w:val="20"/>
          <w:lang w:val="en-US" w:eastAsia="de-DE"/>
        </w:rPr>
        <w:t xml:space="preserve">            </w:t>
      </w:r>
      <w:r w:rsidRPr="00021A71">
        <w:rPr>
          <w:rFonts w:cs="Courier"/>
          <w:szCs w:val="20"/>
          <w:lang w:val="en-US" w:eastAsia="de-DE"/>
        </w:rPr>
        <w:t xml:space="preserve">75 kg  </w:t>
      </w:r>
    </w:p>
    <w:p w14:paraId="7467E7CD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                    </w:t>
      </w:r>
    </w:p>
    <w:p w14:paraId="6C0784C5" w14:textId="77777777" w:rsidR="00C93626" w:rsidRPr="00021A71" w:rsidRDefault="00C93626" w:rsidP="00C93626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>The filter loading is monitored by</w:t>
      </w:r>
      <w:r>
        <w:rPr>
          <w:rFonts w:cs="Courier"/>
          <w:szCs w:val="20"/>
          <w:lang w:val="en-US" w:eastAsia="de-DE"/>
        </w:rPr>
        <w:t xml:space="preserve"> </w:t>
      </w:r>
      <w:r w:rsidRPr="00021A71">
        <w:rPr>
          <w:rFonts w:cs="Courier"/>
          <w:szCs w:val="20"/>
          <w:lang w:val="en-US" w:eastAsia="de-DE"/>
        </w:rPr>
        <w:t xml:space="preserve">a differential pressure switch. The pressure difference is  </w:t>
      </w:r>
    </w:p>
    <w:p w14:paraId="777D7040" w14:textId="77777777" w:rsidR="00C93626" w:rsidRPr="00021A71" w:rsidRDefault="00C93626" w:rsidP="00C93626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detected between the raw air and clean air connections           </w:t>
      </w:r>
    </w:p>
    <w:p w14:paraId="22483CAA" w14:textId="77777777" w:rsidR="00C93626" w:rsidRPr="00021A71" w:rsidRDefault="00C93626" w:rsidP="00C93626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(1/4").                                      </w:t>
      </w:r>
    </w:p>
    <w:p w14:paraId="484C1183" w14:textId="77777777" w:rsidR="00C93626" w:rsidRPr="00021A71" w:rsidRDefault="00C93626" w:rsidP="00C93626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If the permissible working pressure is exceeded       </w:t>
      </w:r>
    </w:p>
    <w:p w14:paraId="29489A92" w14:textId="77777777" w:rsidR="00C93626" w:rsidRPr="00021A71" w:rsidRDefault="00C93626" w:rsidP="00C93626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a</w:t>
      </w:r>
      <w:r w:rsidRPr="00021A71">
        <w:rPr>
          <w:rFonts w:cs="Courier"/>
          <w:szCs w:val="20"/>
          <w:lang w:val="en-US" w:eastAsia="de-DE"/>
        </w:rPr>
        <w:t xml:space="preserve"> message is sent via a potential-free </w:t>
      </w:r>
      <w:r>
        <w:rPr>
          <w:rFonts w:cs="Courier"/>
          <w:szCs w:val="20"/>
          <w:lang w:val="en-US" w:eastAsia="de-DE"/>
        </w:rPr>
        <w:t>c</w:t>
      </w:r>
      <w:r w:rsidRPr="00021A71">
        <w:rPr>
          <w:rFonts w:cs="Courier"/>
          <w:szCs w:val="20"/>
          <w:lang w:val="en-US" w:eastAsia="de-DE"/>
        </w:rPr>
        <w:t xml:space="preserve">ontact.                                               </w:t>
      </w:r>
    </w:p>
    <w:p w14:paraId="391A7AF8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                    </w:t>
      </w:r>
    </w:p>
    <w:p w14:paraId="47EC5482" w14:textId="2309EA5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>Ma</w:t>
      </w:r>
      <w:r w:rsidR="00C93626">
        <w:rPr>
          <w:rFonts w:cs="Courier"/>
          <w:szCs w:val="20"/>
          <w:lang w:val="en-US" w:eastAsia="de-DE"/>
        </w:rPr>
        <w:t xml:space="preserve">de by </w:t>
      </w:r>
      <w:r w:rsidRPr="00021A71">
        <w:rPr>
          <w:rFonts w:cs="Courier"/>
          <w:szCs w:val="20"/>
          <w:lang w:val="en-US" w:eastAsia="de-DE"/>
        </w:rPr>
        <w:t>Hydro-Elektrik GmbH, www.hydrogroup.</w:t>
      </w:r>
      <w:r w:rsidR="00C93626">
        <w:rPr>
          <w:rFonts w:cs="Courier"/>
          <w:szCs w:val="20"/>
          <w:lang w:val="en-US" w:eastAsia="de-DE"/>
        </w:rPr>
        <w:t>biz</w:t>
      </w:r>
      <w:r w:rsidRPr="00021A71">
        <w:rPr>
          <w:rFonts w:cs="Courier"/>
          <w:szCs w:val="20"/>
          <w:lang w:val="en-US" w:eastAsia="de-DE"/>
        </w:rPr>
        <w:t xml:space="preserve">       </w:t>
      </w:r>
    </w:p>
    <w:p w14:paraId="5072E5F4" w14:textId="382FA132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Type: </w:t>
      </w:r>
      <w:r w:rsidR="00C93626">
        <w:rPr>
          <w:rFonts w:cs="Courier"/>
          <w:szCs w:val="20"/>
          <w:lang w:val="en-US" w:eastAsia="de-DE"/>
        </w:rPr>
        <w:t xml:space="preserve">       </w:t>
      </w:r>
      <w:r w:rsidRPr="00021A71">
        <w:rPr>
          <w:rFonts w:cs="Courier"/>
          <w:szCs w:val="20"/>
          <w:lang w:val="en-US" w:eastAsia="de-DE"/>
        </w:rPr>
        <w:t xml:space="preserve">LF 1000   </w:t>
      </w:r>
    </w:p>
    <w:p w14:paraId="62EC9C9A" w14:textId="66AAA8F7" w:rsidR="00B52FDA" w:rsidRPr="00021A71" w:rsidRDefault="00C93626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Part</w:t>
      </w:r>
      <w:r w:rsidR="000A1427" w:rsidRPr="00021A71">
        <w:rPr>
          <w:rFonts w:cs="Courier"/>
          <w:szCs w:val="20"/>
          <w:lang w:val="en-US" w:eastAsia="de-DE"/>
        </w:rPr>
        <w:t xml:space="preserve"> number: 207688      </w:t>
      </w:r>
    </w:p>
    <w:p w14:paraId="2A40AD6B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                    </w:t>
      </w:r>
    </w:p>
    <w:p w14:paraId="0E49A3D0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or equivalent          </w:t>
      </w:r>
    </w:p>
    <w:p w14:paraId="3A1E100B" w14:textId="77777777" w:rsidR="007C4767" w:rsidRPr="00021A71" w:rsidRDefault="007C4767" w:rsidP="007C476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</w:p>
    <w:p w14:paraId="2E5A59A7" w14:textId="77777777" w:rsidR="002939B5" w:rsidRPr="00021A71" w:rsidRDefault="002939B5">
      <w:pPr>
        <w:rPr>
          <w:rFonts w:cs="Courier"/>
          <w:b/>
          <w:bCs/>
          <w:szCs w:val="20"/>
          <w:lang w:val="en-US" w:eastAsia="de-DE"/>
        </w:rPr>
      </w:pPr>
      <w:r w:rsidRPr="00021A71">
        <w:rPr>
          <w:rFonts w:cs="Courier"/>
          <w:b/>
          <w:bCs/>
          <w:szCs w:val="20"/>
          <w:lang w:val="en-US" w:eastAsia="de-DE"/>
        </w:rPr>
        <w:br w:type="page"/>
      </w:r>
    </w:p>
    <w:p w14:paraId="5B2E2579" w14:textId="77777777" w:rsidR="00B52FDA" w:rsidRPr="00021A71" w:rsidRDefault="000A1427">
      <w:pPr>
        <w:autoSpaceDE w:val="0"/>
        <w:autoSpaceDN w:val="0"/>
        <w:adjustRightInd w:val="0"/>
        <w:rPr>
          <w:rFonts w:cs="Courier"/>
          <w:b/>
          <w:bCs/>
          <w:szCs w:val="20"/>
          <w:lang w:val="en-US" w:eastAsia="de-DE"/>
        </w:rPr>
      </w:pPr>
      <w:r w:rsidRPr="00021A71">
        <w:rPr>
          <w:rFonts w:cs="Courier"/>
          <w:b/>
          <w:bCs/>
          <w:szCs w:val="20"/>
          <w:lang w:val="en-US" w:eastAsia="de-DE"/>
        </w:rPr>
        <w:lastRenderedPageBreak/>
        <w:t xml:space="preserve">Air filter unit LF 2000 for drinking water tank    </w:t>
      </w:r>
    </w:p>
    <w:p w14:paraId="14606994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-------------------------------------------------      </w:t>
      </w:r>
    </w:p>
    <w:p w14:paraId="6633ACE2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Rectangular housing construction made of stainless steel </w:t>
      </w:r>
      <w:r>
        <w:rPr>
          <w:rFonts w:cs="Courier"/>
          <w:szCs w:val="20"/>
          <w:lang w:val="en-US" w:eastAsia="de-DE"/>
        </w:rPr>
        <w:t>316 L</w:t>
      </w:r>
      <w:r w:rsidRPr="00021A71">
        <w:rPr>
          <w:rFonts w:cs="Courier"/>
          <w:szCs w:val="20"/>
          <w:lang w:val="en-US" w:eastAsia="de-DE"/>
        </w:rPr>
        <w:t xml:space="preserve">,  </w:t>
      </w:r>
    </w:p>
    <w:p w14:paraId="677C520F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with removable </w:t>
      </w:r>
      <w:r>
        <w:rPr>
          <w:rFonts w:cs="Courier"/>
          <w:szCs w:val="20"/>
          <w:lang w:val="en-US" w:eastAsia="de-DE"/>
        </w:rPr>
        <w:t>cover</w:t>
      </w:r>
      <w:r w:rsidRPr="00021A71">
        <w:rPr>
          <w:rFonts w:cs="Courier"/>
          <w:szCs w:val="20"/>
          <w:lang w:val="en-US" w:eastAsia="de-DE"/>
        </w:rPr>
        <w:t xml:space="preserve">, with supply air connection in the   </w:t>
      </w:r>
    </w:p>
    <w:p w14:paraId="2765023C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back</w:t>
      </w:r>
      <w:r w:rsidRPr="00021A71">
        <w:rPr>
          <w:rFonts w:cs="Courier"/>
          <w:szCs w:val="20"/>
          <w:lang w:val="en-US" w:eastAsia="de-DE"/>
        </w:rPr>
        <w:t xml:space="preserve"> wall and clean air connection </w:t>
      </w:r>
      <w:r>
        <w:rPr>
          <w:rFonts w:cs="Courier"/>
          <w:szCs w:val="20"/>
          <w:lang w:val="en-US" w:eastAsia="de-DE"/>
        </w:rPr>
        <w:t>at the bottom side</w:t>
      </w:r>
      <w:r w:rsidRPr="00021A71">
        <w:rPr>
          <w:rFonts w:cs="Courier"/>
          <w:szCs w:val="20"/>
          <w:lang w:val="en-US" w:eastAsia="de-DE"/>
        </w:rPr>
        <w:t>, equipped with</w:t>
      </w:r>
      <w:r>
        <w:rPr>
          <w:rFonts w:cs="Courier"/>
          <w:szCs w:val="20"/>
          <w:lang w:val="en-US" w:eastAsia="de-DE"/>
        </w:rPr>
        <w:t xml:space="preserve"> </w:t>
      </w:r>
      <w:r w:rsidRPr="00021A71">
        <w:rPr>
          <w:rFonts w:cs="Courier"/>
          <w:szCs w:val="20"/>
          <w:lang w:val="en-US" w:eastAsia="de-DE"/>
        </w:rPr>
        <w:t xml:space="preserve">with one fine filter and one </w:t>
      </w:r>
      <w:r>
        <w:rPr>
          <w:rFonts w:cs="Courier"/>
          <w:szCs w:val="20"/>
          <w:lang w:val="en-US" w:eastAsia="de-DE"/>
        </w:rPr>
        <w:t>HEPA</w:t>
      </w:r>
      <w:r w:rsidRPr="00021A71">
        <w:rPr>
          <w:rFonts w:cs="Courier"/>
          <w:szCs w:val="20"/>
          <w:lang w:val="en-US" w:eastAsia="de-DE"/>
        </w:rPr>
        <w:t xml:space="preserve"> filter each, as well as </w:t>
      </w:r>
      <w:r>
        <w:rPr>
          <w:rFonts w:cs="Courier"/>
          <w:szCs w:val="20"/>
          <w:lang w:val="en-US" w:eastAsia="de-DE"/>
        </w:rPr>
        <w:t>c</w:t>
      </w:r>
      <w:r w:rsidRPr="00021A71">
        <w:rPr>
          <w:rFonts w:cs="Courier"/>
          <w:szCs w:val="20"/>
          <w:lang w:val="en-US" w:eastAsia="de-DE"/>
        </w:rPr>
        <w:t xml:space="preserve">ondensation water drain 1/4" and integrated </w:t>
      </w:r>
      <w:r>
        <w:rPr>
          <w:rFonts w:cs="Courier"/>
          <w:szCs w:val="20"/>
          <w:lang w:val="en-US" w:eastAsia="de-DE"/>
        </w:rPr>
        <w:t>d</w:t>
      </w:r>
      <w:r w:rsidRPr="00021A71">
        <w:rPr>
          <w:rFonts w:cs="Courier"/>
          <w:szCs w:val="20"/>
          <w:lang w:val="en-US" w:eastAsia="de-DE"/>
        </w:rPr>
        <w:t xml:space="preserve">ifferential pressure monitoring.                             </w:t>
      </w:r>
    </w:p>
    <w:p w14:paraId="69138A24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The air filter unit for optimum cleaning of the   </w:t>
      </w:r>
    </w:p>
    <w:p w14:paraId="2DA778D2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s</w:t>
      </w:r>
      <w:r w:rsidRPr="00021A71">
        <w:rPr>
          <w:rFonts w:cs="Courier"/>
          <w:szCs w:val="20"/>
          <w:lang w:val="en-US" w:eastAsia="de-DE"/>
        </w:rPr>
        <w:t xml:space="preserve">upply air is fed into the air duct between the outside and the </w:t>
      </w:r>
      <w:r>
        <w:rPr>
          <w:rFonts w:cs="Courier"/>
          <w:szCs w:val="20"/>
          <w:lang w:val="en-US" w:eastAsia="de-DE"/>
        </w:rPr>
        <w:t>tank</w:t>
      </w:r>
      <w:r w:rsidRPr="00021A71">
        <w:rPr>
          <w:rFonts w:cs="Courier"/>
          <w:szCs w:val="20"/>
          <w:lang w:val="en-US" w:eastAsia="de-DE"/>
        </w:rPr>
        <w:t xml:space="preserve">.                  </w:t>
      </w:r>
    </w:p>
    <w:p w14:paraId="053C0524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                    </w:t>
      </w:r>
    </w:p>
    <w:p w14:paraId="6A9DD865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Technical data:     </w:t>
      </w:r>
    </w:p>
    <w:p w14:paraId="44837BE0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Nominal volume flow: 2000 cbm/h     </w:t>
      </w:r>
    </w:p>
    <w:p w14:paraId="03340A68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Filter classes:        </w:t>
      </w:r>
    </w:p>
    <w:p w14:paraId="5D67900A" w14:textId="54EA500A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Prefilter ePM1 55% according to ISO 16890  </w:t>
      </w:r>
    </w:p>
    <w:p w14:paraId="690DCA70" w14:textId="77777777" w:rsidR="0024267F" w:rsidRPr="00021A71" w:rsidRDefault="0024267F" w:rsidP="0024267F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HEPA</w:t>
      </w:r>
      <w:r w:rsidRPr="00021A71">
        <w:rPr>
          <w:rFonts w:cs="Courier"/>
          <w:szCs w:val="20"/>
          <w:lang w:val="en-US" w:eastAsia="de-DE"/>
        </w:rPr>
        <w:t xml:space="preserve"> filter H13 according to DIN EN 1822    </w:t>
      </w:r>
    </w:p>
    <w:p w14:paraId="121BB2F9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Connection pipe    </w:t>
      </w:r>
    </w:p>
    <w:p w14:paraId="4BADABE9" w14:textId="29633D44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Raw air: </w:t>
      </w:r>
      <w:r w:rsidR="0024267F">
        <w:rPr>
          <w:rFonts w:cs="Courier"/>
          <w:szCs w:val="20"/>
          <w:lang w:val="en-US" w:eastAsia="de-DE"/>
        </w:rPr>
        <w:t xml:space="preserve">  </w:t>
      </w:r>
      <w:r w:rsidRPr="00021A71">
        <w:rPr>
          <w:rFonts w:cs="Courier"/>
          <w:szCs w:val="20"/>
          <w:lang w:val="en-US" w:eastAsia="de-DE"/>
        </w:rPr>
        <w:t xml:space="preserve">DN 200   </w:t>
      </w:r>
    </w:p>
    <w:p w14:paraId="60A8DEFC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Clean air: DN 250   </w:t>
      </w:r>
    </w:p>
    <w:p w14:paraId="497F657A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                    </w:t>
      </w:r>
    </w:p>
    <w:p w14:paraId="3764E3CB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Dimensions (HxWxD): 1140 x 780 x 800 mm  </w:t>
      </w:r>
    </w:p>
    <w:p w14:paraId="3483C0DB" w14:textId="5E0BD76F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Weight: </w:t>
      </w:r>
      <w:r w:rsidR="0024267F">
        <w:rPr>
          <w:rFonts w:cs="Courier"/>
          <w:szCs w:val="20"/>
          <w:lang w:val="en-US" w:eastAsia="de-DE"/>
        </w:rPr>
        <w:t xml:space="preserve">            </w:t>
      </w:r>
      <w:r w:rsidRPr="00021A71">
        <w:rPr>
          <w:rFonts w:cs="Courier"/>
          <w:szCs w:val="20"/>
          <w:lang w:val="en-US" w:eastAsia="de-DE"/>
        </w:rPr>
        <w:t xml:space="preserve">100 kg  </w:t>
      </w:r>
    </w:p>
    <w:p w14:paraId="3D8A70CB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</w:t>
      </w:r>
      <w:r w:rsidRPr="00021A71">
        <w:rPr>
          <w:rFonts w:cs="Courier"/>
          <w:szCs w:val="20"/>
          <w:lang w:val="en-US" w:eastAsia="de-DE"/>
        </w:rPr>
        <w:t xml:space="preserve">                    </w:t>
      </w:r>
    </w:p>
    <w:p w14:paraId="58278411" w14:textId="77777777" w:rsidR="00D950FB" w:rsidRPr="00021A71" w:rsidRDefault="00D950FB" w:rsidP="00D950FB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>The filter loading is monitored by</w:t>
      </w:r>
      <w:r>
        <w:rPr>
          <w:rFonts w:cs="Courier"/>
          <w:szCs w:val="20"/>
          <w:lang w:val="en-US" w:eastAsia="de-DE"/>
        </w:rPr>
        <w:t xml:space="preserve"> </w:t>
      </w:r>
      <w:r w:rsidRPr="00021A71">
        <w:rPr>
          <w:rFonts w:cs="Courier"/>
          <w:szCs w:val="20"/>
          <w:lang w:val="en-US" w:eastAsia="de-DE"/>
        </w:rPr>
        <w:t xml:space="preserve">a differential pressure switch. The pressure difference is  </w:t>
      </w:r>
    </w:p>
    <w:p w14:paraId="7F02651A" w14:textId="77777777" w:rsidR="00D950FB" w:rsidRPr="00021A71" w:rsidRDefault="00D950FB" w:rsidP="00D950FB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detected between the raw air and clean air connections           </w:t>
      </w:r>
    </w:p>
    <w:p w14:paraId="19ED89FD" w14:textId="77777777" w:rsidR="00D950FB" w:rsidRPr="00021A71" w:rsidRDefault="00D950FB" w:rsidP="00D950FB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(1/4").                                      </w:t>
      </w:r>
    </w:p>
    <w:p w14:paraId="48D365FB" w14:textId="77777777" w:rsidR="00D950FB" w:rsidRPr="00021A71" w:rsidRDefault="00D950FB" w:rsidP="00D950FB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If the permissible working pressure is exceeded       </w:t>
      </w:r>
    </w:p>
    <w:p w14:paraId="70FC3B6D" w14:textId="77777777" w:rsidR="00D950FB" w:rsidRPr="00021A71" w:rsidRDefault="00D950FB" w:rsidP="00D950FB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a</w:t>
      </w:r>
      <w:r w:rsidRPr="00021A71">
        <w:rPr>
          <w:rFonts w:cs="Courier"/>
          <w:szCs w:val="20"/>
          <w:lang w:val="en-US" w:eastAsia="de-DE"/>
        </w:rPr>
        <w:t xml:space="preserve"> message is sent via a potential-free </w:t>
      </w:r>
      <w:r>
        <w:rPr>
          <w:rFonts w:cs="Courier"/>
          <w:szCs w:val="20"/>
          <w:lang w:val="en-US" w:eastAsia="de-DE"/>
        </w:rPr>
        <w:t>c</w:t>
      </w:r>
      <w:r w:rsidRPr="00021A71">
        <w:rPr>
          <w:rFonts w:cs="Courier"/>
          <w:szCs w:val="20"/>
          <w:lang w:val="en-US" w:eastAsia="de-DE"/>
        </w:rPr>
        <w:t xml:space="preserve">ontact.                                               </w:t>
      </w:r>
    </w:p>
    <w:p w14:paraId="3AA897B0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                    </w:t>
      </w:r>
    </w:p>
    <w:p w14:paraId="70D01EAA" w14:textId="59365D22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>Ma</w:t>
      </w:r>
      <w:r w:rsidR="00C93626">
        <w:rPr>
          <w:rFonts w:cs="Courier"/>
          <w:szCs w:val="20"/>
          <w:lang w:val="en-US" w:eastAsia="de-DE"/>
        </w:rPr>
        <w:t>de by</w:t>
      </w:r>
      <w:r w:rsidRPr="00021A71">
        <w:rPr>
          <w:rFonts w:cs="Courier"/>
          <w:szCs w:val="20"/>
          <w:lang w:val="en-US" w:eastAsia="de-DE"/>
        </w:rPr>
        <w:t xml:space="preserve"> Hydro-Elektrik GmbH, www.hydrogroup.</w:t>
      </w:r>
      <w:r w:rsidR="00C93626">
        <w:rPr>
          <w:rFonts w:cs="Courier"/>
          <w:szCs w:val="20"/>
          <w:lang w:val="en-US" w:eastAsia="de-DE"/>
        </w:rPr>
        <w:t>biz</w:t>
      </w:r>
      <w:r w:rsidRPr="00021A71">
        <w:rPr>
          <w:rFonts w:cs="Courier"/>
          <w:szCs w:val="20"/>
          <w:lang w:val="en-US" w:eastAsia="de-DE"/>
        </w:rPr>
        <w:t xml:space="preserve">       </w:t>
      </w:r>
    </w:p>
    <w:p w14:paraId="7B3556E4" w14:textId="30548C38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>Typ</w:t>
      </w:r>
      <w:r w:rsidRPr="00021A71">
        <w:rPr>
          <w:rFonts w:cs="Courier"/>
          <w:szCs w:val="20"/>
          <w:lang w:val="en-US" w:eastAsia="de-DE"/>
        </w:rPr>
        <w:t xml:space="preserve">e: </w:t>
      </w:r>
      <w:r w:rsidR="00C93626">
        <w:rPr>
          <w:rFonts w:cs="Courier"/>
          <w:szCs w:val="20"/>
          <w:lang w:val="en-US" w:eastAsia="de-DE"/>
        </w:rPr>
        <w:t xml:space="preserve">       </w:t>
      </w:r>
      <w:r w:rsidRPr="00021A71">
        <w:rPr>
          <w:rFonts w:cs="Courier"/>
          <w:szCs w:val="20"/>
          <w:lang w:val="en-US" w:eastAsia="de-DE"/>
        </w:rPr>
        <w:t xml:space="preserve">LF 2000    </w:t>
      </w:r>
    </w:p>
    <w:p w14:paraId="485361D6" w14:textId="63F45C17" w:rsidR="00B52FDA" w:rsidRPr="00021A71" w:rsidRDefault="00912DC8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>
        <w:rPr>
          <w:rFonts w:cs="Courier"/>
          <w:szCs w:val="20"/>
          <w:lang w:val="en-US" w:eastAsia="de-DE"/>
        </w:rPr>
        <w:t>Part</w:t>
      </w:r>
      <w:r w:rsidR="000A1427" w:rsidRPr="00021A71">
        <w:rPr>
          <w:rFonts w:cs="Courier"/>
          <w:szCs w:val="20"/>
          <w:lang w:val="en-US" w:eastAsia="de-DE"/>
        </w:rPr>
        <w:t xml:space="preserve"> number: 207689</w:t>
      </w:r>
    </w:p>
    <w:p w14:paraId="41DD3612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.                                                      </w:t>
      </w:r>
    </w:p>
    <w:p w14:paraId="5E701685" w14:textId="77777777" w:rsidR="00B52FDA" w:rsidRPr="00021A71" w:rsidRDefault="000A1427">
      <w:pPr>
        <w:autoSpaceDE w:val="0"/>
        <w:autoSpaceDN w:val="0"/>
        <w:adjustRightInd w:val="0"/>
        <w:rPr>
          <w:rFonts w:cs="Courier"/>
          <w:szCs w:val="20"/>
          <w:lang w:val="en-US" w:eastAsia="de-DE"/>
        </w:rPr>
      </w:pPr>
      <w:r w:rsidRPr="00021A71">
        <w:rPr>
          <w:rFonts w:cs="Courier"/>
          <w:szCs w:val="20"/>
          <w:lang w:val="en-US" w:eastAsia="de-DE"/>
        </w:rPr>
        <w:t xml:space="preserve">or equivalent          </w:t>
      </w:r>
    </w:p>
    <w:sectPr w:rsidR="00B52FDA" w:rsidRPr="00021A71" w:rsidSect="007C47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382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52A9A" w14:textId="77777777" w:rsidR="007C4767" w:rsidRDefault="007C4767" w:rsidP="00F034E6">
      <w:r>
        <w:separator/>
      </w:r>
    </w:p>
  </w:endnote>
  <w:endnote w:type="continuationSeparator" w:id="0">
    <w:p w14:paraId="3C7D95BE" w14:textId="77777777" w:rsidR="007C4767" w:rsidRDefault="007C4767" w:rsidP="00F0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spac821 BT">
    <w:altName w:val="Consolas"/>
    <w:panose1 w:val="020B0609020202020204"/>
    <w:charset w:val="00"/>
    <w:family w:val="modern"/>
    <w:pitch w:val="fixed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04366" w14:textId="77777777" w:rsidR="00F034E6" w:rsidRDefault="00F034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52439" w14:textId="2B01A614" w:rsidR="00B52FDA" w:rsidRDefault="000A1427">
    <w:pPr>
      <w:pStyle w:val="Fuzeile"/>
      <w:rPr>
        <w:rFonts w:cs="Arial"/>
        <w:sz w:val="12"/>
        <w:szCs w:val="12"/>
      </w:rPr>
    </w:pPr>
    <w:r w:rsidRPr="0069003D">
      <w:rPr>
        <w:rFonts w:cs="Arial"/>
        <w:sz w:val="12"/>
        <w:szCs w:val="12"/>
      </w:rPr>
      <w:fldChar w:fldCharType="begin"/>
    </w:r>
    <w:r w:rsidRPr="0069003D">
      <w:rPr>
        <w:rFonts w:cs="Arial"/>
        <w:sz w:val="12"/>
        <w:szCs w:val="12"/>
      </w:rPr>
      <w:instrText xml:space="preserve"> FILENAME  \p  \* MERGEFORMAT </w:instrText>
    </w:r>
    <w:r w:rsidRPr="0069003D">
      <w:rPr>
        <w:rFonts w:cs="Arial"/>
        <w:sz w:val="12"/>
        <w:szCs w:val="12"/>
      </w:rPr>
      <w:fldChar w:fldCharType="separate"/>
    </w:r>
    <w:r>
      <w:rPr>
        <w:rFonts w:cs="Arial"/>
        <w:noProof/>
        <w:sz w:val="12"/>
        <w:szCs w:val="12"/>
      </w:rPr>
      <w:t>U:\PM\KATA\K4i6__Luftfilter\Austext\Austext_LF500_LF2000_EN.docx</w:t>
    </w:r>
    <w:r w:rsidRPr="0069003D">
      <w:rPr>
        <w:rFonts w:cs="Arial"/>
        <w:sz w:val="12"/>
        <w:szCs w:val="12"/>
      </w:rPr>
      <w:fldChar w:fldCharType="end"/>
    </w:r>
  </w:p>
  <w:p w14:paraId="349B722E" w14:textId="77777777" w:rsidR="00F034E6" w:rsidRDefault="00F034E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8AB4" w14:textId="77777777" w:rsidR="00F034E6" w:rsidRDefault="00F034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CDF2F" w14:textId="77777777" w:rsidR="007C4767" w:rsidRDefault="007C4767" w:rsidP="00F034E6">
      <w:r>
        <w:separator/>
      </w:r>
    </w:p>
  </w:footnote>
  <w:footnote w:type="continuationSeparator" w:id="0">
    <w:p w14:paraId="5F6DD1C3" w14:textId="77777777" w:rsidR="007C4767" w:rsidRDefault="007C4767" w:rsidP="00F03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D3EC" w14:textId="77777777" w:rsidR="00F034E6" w:rsidRDefault="00F034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F992" w14:textId="77777777" w:rsidR="00F034E6" w:rsidRDefault="00F034E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86616" w14:textId="77777777" w:rsidR="00F034E6" w:rsidRDefault="00F034E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011EC"/>
    <w:multiLevelType w:val="hybridMultilevel"/>
    <w:tmpl w:val="F41A29C6"/>
    <w:lvl w:ilvl="0" w:tplc="2BF0F8E4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65A8"/>
    <w:multiLevelType w:val="hybridMultilevel"/>
    <w:tmpl w:val="1ED8B654"/>
    <w:lvl w:ilvl="0" w:tplc="44FE14B8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44AF0"/>
    <w:multiLevelType w:val="hybridMultilevel"/>
    <w:tmpl w:val="2A02EC58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E1695"/>
    <w:multiLevelType w:val="hybridMultilevel"/>
    <w:tmpl w:val="81120F66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039418">
    <w:abstractNumId w:val="3"/>
  </w:num>
  <w:num w:numId="2" w16cid:durableId="196236823">
    <w:abstractNumId w:val="2"/>
  </w:num>
  <w:num w:numId="3" w16cid:durableId="736627600">
    <w:abstractNumId w:val="1"/>
  </w:num>
  <w:num w:numId="4" w16cid:durableId="7602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67"/>
    <w:rsid w:val="00021A71"/>
    <w:rsid w:val="0006618E"/>
    <w:rsid w:val="00076842"/>
    <w:rsid w:val="000A1427"/>
    <w:rsid w:val="001C368D"/>
    <w:rsid w:val="002123F1"/>
    <w:rsid w:val="0024267F"/>
    <w:rsid w:val="00266BA9"/>
    <w:rsid w:val="002939B5"/>
    <w:rsid w:val="002E4A55"/>
    <w:rsid w:val="00331ECD"/>
    <w:rsid w:val="00381966"/>
    <w:rsid w:val="00397955"/>
    <w:rsid w:val="004A3546"/>
    <w:rsid w:val="0069003D"/>
    <w:rsid w:val="00784E9D"/>
    <w:rsid w:val="007C4767"/>
    <w:rsid w:val="0081240F"/>
    <w:rsid w:val="00827727"/>
    <w:rsid w:val="008A643B"/>
    <w:rsid w:val="008F2457"/>
    <w:rsid w:val="00912DC8"/>
    <w:rsid w:val="00AB7C48"/>
    <w:rsid w:val="00B00B77"/>
    <w:rsid w:val="00B33A90"/>
    <w:rsid w:val="00B52FDA"/>
    <w:rsid w:val="00BE282B"/>
    <w:rsid w:val="00C93626"/>
    <w:rsid w:val="00D07907"/>
    <w:rsid w:val="00D950FB"/>
    <w:rsid w:val="00F034E6"/>
    <w:rsid w:val="00F0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C3F05"/>
  <w15:chartTrackingRefBased/>
  <w15:docId w15:val="{CAD53089-73F0-4286-94B0-6F30CBCD4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50FB"/>
    <w:rPr>
      <w:rFonts w:ascii="Monospac821 BT" w:hAnsi="Monospac821 BT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4E6"/>
  </w:style>
  <w:style w:type="paragraph" w:styleId="Fuzeile">
    <w:name w:val="footer"/>
    <w:basedOn w:val="Standard"/>
    <w:link w:val="Fu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4E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34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034E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3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7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Globale%20Vorlagen\Auftrag\Texte%20Angebot%202020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Texte Angebot 2020.dotx</Template>
  <TotalTime>0</TotalTime>
  <Pages>3</Pages>
  <Words>682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Brugger Manfred - Hydro-Elektrik GmbH</dc:creator>
  <cp:keywords>, docId:B050ED73A3947BE99674FACAEFD99A99</cp:keywords>
  <cp:lastModifiedBy>Brugger Manfred - Hydro-Elektrik GmbH</cp:lastModifiedBy>
  <cp:revision>2</cp:revision>
  <cp:lastPrinted>2022-08-19T10:07:00Z</cp:lastPrinted>
  <dcterms:created xsi:type="dcterms:W3CDTF">2022-08-19T10:08:00Z</dcterms:created>
  <dcterms:modified xsi:type="dcterms:W3CDTF">2022-08-19T10:08:00Z</dcterms:modified>
</cp:coreProperties>
</file>